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pPr>
                <w:r>
                  <w:rPr>
                    <w:noProof/>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s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81543">
                <w:pPr>
                  <w:pStyle w:val="ZCom"/>
                </w:pPr>
                <w:sdt>
                  <w:sdtPr>
                    <w:id w:val="-1384316332"/>
                    <w:dataBinding w:xpath="/Texts/OrgaRoot" w:storeItemID="{4EF90DE6-88B6-4264-9629-4D8DFDFE87D2}"/>
                    <w:text w:multiLine="1"/>
                  </w:sdtPr>
                  <w:sdtEndPr/>
                  <w:sdtContent>
                    <w:r w:rsidR="00B305D3">
                      <w:t>EUROPEAN COMMISSION</w:t>
                    </w:r>
                  </w:sdtContent>
                </w:sdt>
              </w:p>
              <w:p w14:paraId="50AEA351" w14:textId="39D8A342" w:rsidR="008241B0" w:rsidRPr="001D3EEC" w:rsidRDefault="00781543">
                <w:pPr>
                  <w:pStyle w:val="ZDGName"/>
                  <w:rPr>
                    <w:caps/>
                  </w:rPr>
                </w:pPr>
                <w:sdt>
                  <w:sdtPr>
                    <w:rPr>
                      <w:caps/>
                    </w:rPr>
                    <w:id w:val="-1899195802"/>
                    <w:placeholder>
                      <w:docPart w:val="4663A28B250A4F74908B5CF397229B8E"/>
                    </w:placeholder>
                    <w:showingPlcHdr/>
                    <w:dataBinding w:xpath="/Author/OrgaEntity1/HeadLine1" w:storeItemID="{54DD96F4-BBF0-45E7-A229-B4D6064D9A94}"/>
                    <w:text w:multiLine="1"/>
                  </w:sdtPr>
                  <w:sdtEndPr/>
                  <w:sdtContent>
                    <w:r w:rsidR="00B305D3">
                      <w:rPr>
                        <w:caps/>
                      </w:rPr>
                      <w:t xml:space="preserve">     </w:t>
                    </w:r>
                  </w:sdtContent>
                </w:sdt>
              </w:p>
              <w:p w14:paraId="56BC4AF8" w14:textId="4B1F8545" w:rsidR="008241B0" w:rsidRPr="001D3EEC" w:rsidRDefault="00781543">
                <w:pPr>
                  <w:pStyle w:val="ZDGName"/>
                  <w:rPr>
                    <w:caps/>
                  </w:rPr>
                </w:pPr>
                <w:sdt>
                  <w:sdtPr>
                    <w:rPr>
                      <w:caps/>
                    </w:rPr>
                    <w:id w:val="-1257908893"/>
                    <w:placeholder>
                      <w:docPart w:val="D1F22650620B404BA14828D6E31D0F7D"/>
                    </w:placeholder>
                    <w:showingPlcHdr/>
                    <w:dataBinding w:xpath="/Author/OrgaEntity1/HeadLine2" w:storeItemID="{54DD96F4-BBF0-45E7-A229-B4D6064D9A94}"/>
                    <w:text w:multiLine="1"/>
                  </w:sdtPr>
                  <w:sdtEndPr/>
                  <w:sdtContent>
                    <w:r w:rsidR="00B305D3">
                      <w:rPr>
                        <w:caps/>
                      </w:rPr>
                      <w:t xml:space="preserve">     </w:t>
                    </w:r>
                  </w:sdtContent>
                </w:sdt>
              </w:p>
              <w:p w14:paraId="1094DF31" w14:textId="5FFCEF55" w:rsidR="008241B0" w:rsidRPr="001D3EEC" w:rsidRDefault="00781543">
                <w:pPr>
                  <w:pStyle w:val="ZDGName"/>
                </w:pPr>
                <w:sdt>
                  <w:sdtPr>
                    <w:id w:val="-1561940081"/>
                    <w:placeholder>
                      <w:docPart w:val="27207C9089324CF3A0FD720D1F2ACBD7"/>
                    </w:placeholder>
                    <w:showingPlcHdr/>
                    <w:dataBinding w:xpath="/Author/OrgaEntity2/HeadLine1" w:storeItemID="{54DD96F4-BBF0-45E7-A229-B4D6064D9A94}"/>
                    <w:text w:multiLine="1"/>
                  </w:sdtPr>
                  <w:sdtEndPr/>
                  <w:sdtContent>
                    <w:r w:rsidR="00B305D3">
                      <w:t xml:space="preserve">     </w:t>
                    </w:r>
                  </w:sdtContent>
                </w:sdt>
              </w:p>
              <w:p w14:paraId="3A431F23" w14:textId="2AA5CACF" w:rsidR="008241B0" w:rsidRPr="001D3EEC" w:rsidRDefault="00781543">
                <w:pPr>
                  <w:pStyle w:val="ZDGName"/>
                  <w:rPr>
                    <w:b/>
                  </w:rPr>
                </w:pPr>
                <w:sdt>
                  <w:sdtPr>
                    <w:rPr>
                      <w:b/>
                    </w:rPr>
                    <w:id w:val="1399240144"/>
                    <w:placeholder>
                      <w:docPart w:val="C429FDC2D0CB450FBB0729EE2AD1FEF7"/>
                    </w:placeholder>
                    <w:showingPlcHdr/>
                    <w:dataBinding w:xpath="/Author/OrgaEntity3/HeadLine1" w:storeItemID="{54DD96F4-BBF0-45E7-A229-B4D6064D9A94}"/>
                    <w:text w:multiLine="1"/>
                  </w:sdtPr>
                  <w:sdtEndPr/>
                  <w:sdtContent>
                    <w:r w:rsidR="00B305D3">
                      <w:rPr>
                        <w:b/>
                      </w:rPr>
                      <w:t xml:space="preserve">     </w:t>
                    </w:r>
                  </w:sdtContent>
                </w:sdt>
              </w:p>
            </w:tc>
          </w:tr>
        </w:sdtContent>
      </w:sdt>
    </w:tbl>
    <w:p w14:paraId="138ED1B1" w14:textId="4A615850" w:rsidR="008241B0" w:rsidRPr="001D3EEC" w:rsidRDefault="00781543" w:rsidP="00C518F5">
      <w:pPr>
        <w:pStyle w:val="NoteHead"/>
        <w:spacing w:before="600" w:after="600"/>
      </w:pPr>
      <w:sdt>
        <w:sdtPr>
          <w:alias w:val="Note for - Note for the File"/>
          <w:tag w:val="u7uN5kfMW4zFYuXg0ziI1D-E4pEJMn25qAH87bmWIf9S1"/>
          <w:id w:val="1579866937"/>
          <w:dataBinding w:xpath="/Texts/NoteFile" w:storeItemID="{4EF90DE6-88B6-4264-9629-4D8DFDFE87D2}"/>
          <w:text w:multiLine="1"/>
        </w:sdtPr>
        <w:sdtEndPr/>
        <w:sdtContent>
          <w:r w:rsidR="00B305D3">
            <w:t>VACANCY NOTICE FOR A POST OF SECONDED NATIONAL EXPERT</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rPr>
            </w:pPr>
            <w:r>
              <w:t>DG – Directorate – Unit</w:t>
            </w:r>
          </w:p>
        </w:tc>
        <w:sdt>
          <w:sdtPr>
            <w:rPr>
              <w:bCs/>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rPr>
                </w:pPr>
                <w:r>
                  <w:t>DIRECTORATE-GENERAL FOR AGRICULTURE AND RURAL DEVELOPMENT</w:t>
                </w:r>
              </w:p>
              <w:p w14:paraId="241D5EEE" w14:textId="77777777" w:rsidR="00F47CF7" w:rsidRPr="00F47CF7" w:rsidRDefault="00F47CF7" w:rsidP="00F47CF7">
                <w:pPr>
                  <w:tabs>
                    <w:tab w:val="left" w:pos="426"/>
                  </w:tabs>
                  <w:rPr>
                    <w:bCs/>
                  </w:rPr>
                </w:pPr>
                <w:r>
                  <w:t>Directorate H – Assurance and Audit</w:t>
                </w:r>
              </w:p>
              <w:p w14:paraId="2AA4F572" w14:textId="15CF9699" w:rsidR="00377580" w:rsidRPr="00F47CF7" w:rsidRDefault="00F47CF7" w:rsidP="00F47CF7">
                <w:pPr>
                  <w:tabs>
                    <w:tab w:val="left" w:pos="426"/>
                  </w:tabs>
                  <w:rPr>
                    <w:bCs/>
                  </w:rPr>
                </w:pPr>
                <w:r>
                  <w:t>H.2 – Assurance and Audit – Governance Systems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rPr>
            </w:pPr>
            <w:r>
              <w:t>Post number in Sysper:</w:t>
            </w:r>
          </w:p>
        </w:tc>
        <w:sdt>
          <w:sdtPr>
            <w:rPr>
              <w:bCs/>
            </w:rPr>
            <w:id w:val="-686597872"/>
            <w:placeholder>
              <w:docPart w:val="60106104C58244479DA9EA116B4F1602"/>
            </w:placeholder>
          </w:sdtPr>
          <w:sdtEndPr/>
          <w:sdtContent>
            <w:tc>
              <w:tcPr>
                <w:tcW w:w="5491" w:type="dxa"/>
              </w:tcPr>
              <w:p w14:paraId="51C87C16" w14:textId="5D088152" w:rsidR="00377580" w:rsidRPr="00080A71" w:rsidRDefault="00AB5CFE" w:rsidP="005F6927">
                <w:pPr>
                  <w:tabs>
                    <w:tab w:val="left" w:pos="426"/>
                  </w:tabs>
                  <w:rPr>
                    <w:bCs/>
                  </w:rPr>
                </w:pPr>
                <w:r w:rsidRPr="00AB5CFE">
                  <w:t>415121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rPr>
            </w:pPr>
            <w:r>
              <w:t>Contact person:</w:t>
            </w:r>
          </w:p>
          <w:p w14:paraId="06B71EE9" w14:textId="77777777" w:rsidR="00377580" w:rsidRPr="00A07846" w:rsidRDefault="00377580" w:rsidP="005F6927">
            <w:pPr>
              <w:tabs>
                <w:tab w:val="left" w:pos="1697"/>
              </w:tabs>
              <w:ind w:right="-1739"/>
              <w:contextualSpacing/>
              <w:rPr>
                <w:bCs/>
                <w:szCs w:val="24"/>
                <w:lang w:val="en-IE" w:eastAsia="en-GB"/>
              </w:rPr>
            </w:pPr>
          </w:p>
          <w:p w14:paraId="3A297E0D" w14:textId="7C2BB14E" w:rsidR="00377580" w:rsidRPr="001D3EEC" w:rsidRDefault="00377580" w:rsidP="005F6927">
            <w:pPr>
              <w:tabs>
                <w:tab w:val="left" w:pos="1697"/>
              </w:tabs>
              <w:ind w:right="-1739"/>
              <w:contextualSpacing/>
              <w:rPr>
                <w:bCs/>
                <w:szCs w:val="24"/>
              </w:rPr>
            </w:pPr>
            <w:r>
              <w:t>Provisional starting date:</w:t>
            </w:r>
          </w:p>
          <w:p w14:paraId="64D59568" w14:textId="333E015C" w:rsidR="00377580" w:rsidRPr="001D3EEC" w:rsidRDefault="00377580" w:rsidP="005F6927">
            <w:pPr>
              <w:tabs>
                <w:tab w:val="left" w:pos="1697"/>
              </w:tabs>
              <w:ind w:right="-1739"/>
              <w:contextualSpacing/>
              <w:rPr>
                <w:bCs/>
                <w:szCs w:val="24"/>
              </w:rPr>
            </w:pPr>
            <w:r>
              <w:t>Initial duration:</w:t>
            </w:r>
          </w:p>
          <w:p w14:paraId="70D1AB11" w14:textId="6CC7025B" w:rsidR="00377580" w:rsidRPr="001D3EEC" w:rsidRDefault="00377580" w:rsidP="005F6927">
            <w:pPr>
              <w:tabs>
                <w:tab w:val="left" w:pos="426"/>
              </w:tabs>
              <w:spacing w:after="0"/>
              <w:contextualSpacing/>
              <w:rPr>
                <w:bCs/>
              </w:rPr>
            </w:pPr>
            <w:r>
              <w:t>Place of secondment:</w:t>
            </w:r>
          </w:p>
        </w:tc>
        <w:tc>
          <w:tcPr>
            <w:tcW w:w="5491" w:type="dxa"/>
          </w:tcPr>
          <w:sdt>
            <w:sdtPr>
              <w:rPr>
                <w:bCs/>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rPr>
                </w:pPr>
                <w:r>
                  <w:t>Christophe BERTRAND, Head of Unit</w:t>
                </w:r>
              </w:p>
            </w:sdtContent>
          </w:sdt>
          <w:p w14:paraId="32DD8032" w14:textId="06E206C3" w:rsidR="00377580" w:rsidRPr="00A8355A" w:rsidRDefault="00B305D3" w:rsidP="005F6927">
            <w:pPr>
              <w:tabs>
                <w:tab w:val="left" w:pos="426"/>
              </w:tabs>
              <w:contextualSpacing/>
              <w:rPr>
                <w:bCs/>
              </w:rPr>
            </w:pPr>
            <w:r>
              <w:t>Q</w:t>
            </w:r>
            <w:sdt>
              <w:sdtPr>
                <w:rPr>
                  <w:bCs/>
                </w:rPr>
                <w:id w:val="1175461244"/>
                <w:placeholder>
                  <w:docPart w:val="8C22AB55BBA54E638A78E6CCB625149B"/>
                </w:placeholder>
              </w:sdtPr>
              <w:sdtEndPr/>
              <w:sdtContent>
                <w:r>
                  <w:t>4</w:t>
                </w:r>
              </w:sdtContent>
            </w:sdt>
            <w:r>
              <w:t xml:space="preserve"> </w:t>
            </w:r>
            <w:sdt>
              <w:sdtPr>
                <w:rPr>
                  <w:bCs/>
                </w:rPr>
                <w:id w:val="1115250968"/>
                <w:placeholder>
                  <w:docPart w:val="DefaultPlaceholder_-1854013440"/>
                </w:placeholder>
              </w:sdtPr>
              <w:sdtEndPr/>
              <w:sdtContent>
                <w:sdt>
                  <w:sdtPr>
                    <w:rPr>
                      <w:bCs/>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t>2024</w:t>
                    </w:r>
                  </w:sdtContent>
                </w:sdt>
              </w:sdtContent>
            </w:sdt>
          </w:p>
          <w:p w14:paraId="768BBE26" w14:textId="24357A59" w:rsidR="00377580" w:rsidRPr="001D3EEC" w:rsidRDefault="00781543" w:rsidP="005F6927">
            <w:pPr>
              <w:tabs>
                <w:tab w:val="left" w:pos="426"/>
              </w:tabs>
              <w:contextualSpacing/>
              <w:jc w:val="left"/>
              <w:rPr>
                <w:bCs/>
                <w:szCs w:val="24"/>
              </w:rPr>
            </w:pPr>
            <w:sdt>
              <w:sdtPr>
                <w:rPr>
                  <w:bCs/>
                </w:rPr>
                <w:id w:val="202528730"/>
                <w:placeholder>
                  <w:docPart w:val="8C22AB55BBA54E638A78E6CCB625149B"/>
                </w:placeholder>
              </w:sdtPr>
              <w:sdtEndPr/>
              <w:sdtContent>
                <w:r w:rsidR="00B305D3">
                  <w:t>2</w:t>
                </w:r>
              </w:sdtContent>
            </w:sdt>
            <w:r w:rsidR="00B305D3">
              <w:t xml:space="preserve"> years</w:t>
            </w:r>
            <w:r w:rsidR="00B305D3">
              <w:br/>
            </w:r>
            <w:sdt>
              <w:sdtPr>
                <w:rPr>
                  <w:bCs/>
                  <w:szCs w:val="24"/>
                </w:rPr>
                <w:id w:val="-69433268"/>
                <w14:checkbox>
                  <w14:checked w14:val="1"/>
                  <w14:checkedState w14:val="2612" w14:font="MS Gothic"/>
                  <w14:uncheckedState w14:val="2610" w14:font="MS Gothic"/>
                </w14:checkbox>
              </w:sdtPr>
              <w:sdtEndPr/>
              <w:sdtContent>
                <w:r w:rsidR="009559A1" w:rsidRPr="00A07846">
                  <w:rPr>
                    <w:rFonts w:ascii="MS Gothic" w:eastAsia="MS Gothic" w:hAnsi="MS Gothic" w:hint="eastAsia"/>
                    <w:bCs/>
                    <w:szCs w:val="24"/>
                    <w:lang w:eastAsia="en-GB"/>
                  </w:rPr>
                  <w:t>☒</w:t>
                </w:r>
              </w:sdtContent>
            </w:sdt>
            <w:r w:rsidR="00B305D3">
              <w:t xml:space="preserve"> Brussels   </w:t>
            </w:r>
            <w:sdt>
              <w:sdtPr>
                <w:rPr>
                  <w:bCs/>
                  <w:szCs w:val="24"/>
                </w:rPr>
                <w:id w:val="1282158214"/>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Luxembourg   </w:t>
            </w:r>
            <w:sdt>
              <w:sdtPr>
                <w:rPr>
                  <w:bCs/>
                  <w:szCs w:val="24"/>
                </w:rPr>
                <w:id w:val="-432676822"/>
                <w14:checkbox>
                  <w14:checked w14:val="0"/>
                  <w14:checkedState w14:val="2612" w14:font="MS Gothic"/>
                  <w14:uncheckedState w14:val="2610" w14:font="MS Gothic"/>
                </w14:checkbox>
              </w:sdtPr>
              <w:sdtEndPr/>
              <w:sdtContent>
                <w:r w:rsidR="00377580" w:rsidRPr="00A07846">
                  <w:rPr>
                    <w:rFonts w:ascii="MS Gothic" w:eastAsia="MS Gothic" w:hAnsi="MS Gothic"/>
                    <w:bCs/>
                    <w:szCs w:val="24"/>
                    <w:lang w:eastAsia="en-GB"/>
                  </w:rPr>
                  <w:t>☐</w:t>
                </w:r>
              </w:sdtContent>
            </w:sdt>
            <w:r w:rsidR="00B305D3">
              <w:t xml:space="preserve"> Other: </w:t>
            </w:r>
            <w:sdt>
              <w:sdtPr>
                <w:rPr>
                  <w:bCs/>
                  <w:szCs w:val="24"/>
                </w:rPr>
                <w:id w:val="-186994276"/>
                <w:placeholder>
                  <w:docPart w:val="8C22AB55BBA54E638A78E6CCB625149B"/>
                </w:placeholder>
              </w:sdtPr>
              <w:sdtEndPr/>
              <w:sdtContent>
                <w:r w:rsidR="00B305D3">
                  <w:t xml:space="preserve">   </w:t>
                </w:r>
              </w:sdtContent>
            </w:sdt>
          </w:p>
          <w:p w14:paraId="6A0ABCA6" w14:textId="77777777" w:rsidR="00377580" w:rsidRPr="00A07846" w:rsidRDefault="00377580" w:rsidP="005F6927">
            <w:pPr>
              <w:tabs>
                <w:tab w:val="left" w:pos="426"/>
              </w:tabs>
              <w:spacing w:after="0"/>
              <w:contextualSpacing/>
              <w:rPr>
                <w:bCs/>
                <w:lang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rPr>
            </w:pPr>
            <w:r>
              <w:t>Type of secondment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rPr>
                  </w:pPr>
                  <w:r>
                    <w:t xml:space="preserve"> ●  With allowances</w:t>
                  </w:r>
                  <w:r>
                    <w:tab/>
                  </w:r>
                  <w:r>
                    <w:rPr>
                      <w:b/>
                      <w:sz w:val="32"/>
                    </w:rPr>
                    <w:t>◦</w:t>
                  </w:r>
                  <w:r>
                    <w:rPr>
                      <w:color w:val="696969"/>
                    </w:rPr>
                    <w:t xml:space="preserve"> </w:t>
                  </w:r>
                  <w:r>
                    <w:t>Cost-free</w:t>
                  </w:r>
                </w:p>
              </w:tc>
            </w:tr>
          </w:tbl>
          <w:p w14:paraId="414E5C9C" w14:textId="2B55CFB6" w:rsidR="00E850B7" w:rsidRPr="00B305D3" w:rsidRDefault="00E850B7" w:rsidP="00BC2C0C">
            <w:pPr>
              <w:tabs>
                <w:tab w:val="left" w:pos="426"/>
              </w:tabs>
              <w:spacing w:before="120"/>
              <w:rPr>
                <w:bCs/>
                <w:lang w:val="hr-HR" w:eastAsia="en-GB"/>
              </w:rPr>
            </w:pPr>
          </w:p>
        </w:tc>
      </w:tr>
      <w:tr w:rsidR="00377580" w:rsidRPr="00A8355A"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rPr>
            </w:pPr>
            <w:r>
              <w:t xml:space="preserve"> This vacancy notice is open to:</w:t>
            </w:r>
          </w:p>
          <w:p w14:paraId="7DDF0C40" w14:textId="39133320" w:rsidR="00A8355A" w:rsidRPr="00A8355A" w:rsidRDefault="00A8355A" w:rsidP="00A8355A">
            <w:pPr>
              <w:widowControl w:val="0"/>
              <w:spacing w:after="80"/>
              <w:jc w:val="left"/>
              <w:rPr>
                <w:szCs w:val="24"/>
              </w:rPr>
            </w:pPr>
            <w:r>
              <w:t xml:space="preserve"> ● EU Member States</w:t>
            </w:r>
          </w:p>
          <w:p w14:paraId="70E5E597" w14:textId="77777777" w:rsidR="00A8355A" w:rsidRPr="00A8355A" w:rsidRDefault="00A8355A" w:rsidP="00A8355A">
            <w:pPr>
              <w:widowControl w:val="0"/>
              <w:spacing w:after="140"/>
              <w:ind w:firstLine="680"/>
              <w:jc w:val="left"/>
              <w:rPr>
                <w:szCs w:val="24"/>
              </w:rPr>
            </w:pPr>
            <w:r>
              <w:t>as well as</w:t>
            </w:r>
          </w:p>
          <w:p w14:paraId="3EA5B2E3" w14:textId="77777777" w:rsidR="00A8355A" w:rsidRPr="00A8355A" w:rsidRDefault="00A8355A" w:rsidP="00A8355A">
            <w:pPr>
              <w:widowControl w:val="0"/>
              <w:spacing w:after="40"/>
              <w:ind w:firstLine="680"/>
              <w:jc w:val="left"/>
              <w:rPr>
                <w:szCs w:val="24"/>
              </w:rPr>
            </w:pPr>
            <w:r>
              <w:rPr>
                <w:rFonts w:ascii="MS Gothic" w:hAnsi="MS Gothic"/>
              </w:rPr>
              <w:t xml:space="preserve">☐ </w:t>
            </w:r>
            <w:r>
              <w:t>the following EFTA countries:</w:t>
            </w:r>
          </w:p>
          <w:p w14:paraId="75CC90FE" w14:textId="77777777" w:rsidR="00A8355A" w:rsidRPr="00A8355A" w:rsidRDefault="00A8355A" w:rsidP="00A8355A">
            <w:pPr>
              <w:widowControl w:val="0"/>
              <w:spacing w:after="40"/>
              <w:jc w:val="center"/>
              <w:rPr>
                <w:szCs w:val="24"/>
              </w:rPr>
            </w:pPr>
            <w:r>
              <w:rPr>
                <w:rFonts w:ascii="MS Gothic" w:hAnsi="MS Gothic"/>
              </w:rPr>
              <w:t xml:space="preserve">☐ </w:t>
            </w:r>
            <w:r>
              <w:t xml:space="preserve">Iceland </w:t>
            </w:r>
            <w:r>
              <w:rPr>
                <w:rFonts w:ascii="MS Gothic" w:hAnsi="MS Gothic"/>
              </w:rPr>
              <w:t xml:space="preserve">☐ </w:t>
            </w:r>
            <w:r>
              <w:t xml:space="preserve">Liechtenstein </w:t>
            </w:r>
            <w:r>
              <w:rPr>
                <w:rFonts w:ascii="MS Gothic" w:hAnsi="MS Gothic"/>
              </w:rPr>
              <w:t xml:space="preserve">☐ </w:t>
            </w:r>
            <w:r>
              <w:t xml:space="preserve">Norway </w:t>
            </w:r>
            <w:r>
              <w:rPr>
                <w:rFonts w:ascii="MS Gothic" w:hAnsi="MS Gothic"/>
              </w:rPr>
              <w:t xml:space="preserve">☐ </w:t>
            </w:r>
            <w:r>
              <w:t>Switzerland</w:t>
            </w:r>
          </w:p>
          <w:p w14:paraId="43E35B02" w14:textId="77777777" w:rsidR="00A8355A" w:rsidRPr="00A8355A" w:rsidRDefault="00A8355A" w:rsidP="00A8355A">
            <w:pPr>
              <w:widowControl w:val="0"/>
              <w:spacing w:after="40"/>
              <w:ind w:firstLine="680"/>
              <w:jc w:val="left"/>
              <w:rPr>
                <w:szCs w:val="24"/>
              </w:rPr>
            </w:pPr>
            <w:r>
              <w:rPr>
                <w:rFonts w:ascii="MS Gothic" w:hAnsi="MS Gothic"/>
              </w:rPr>
              <w:t xml:space="preserve">☐ </w:t>
            </w:r>
            <w:r>
              <w:t xml:space="preserve">the following third countries: </w:t>
            </w:r>
            <w:r>
              <w:rPr>
                <w:color w:val="288061"/>
              </w:rPr>
              <w:t>…</w:t>
            </w:r>
          </w:p>
          <w:p w14:paraId="04272396" w14:textId="77777777" w:rsidR="00A8355A" w:rsidRPr="00A8355A" w:rsidRDefault="00A8355A" w:rsidP="00A8355A">
            <w:pPr>
              <w:widowControl w:val="0"/>
              <w:spacing w:after="340"/>
              <w:ind w:firstLine="680"/>
              <w:jc w:val="left"/>
              <w:rPr>
                <w:szCs w:val="24"/>
              </w:rPr>
            </w:pPr>
            <w:r>
              <w:rPr>
                <w:rFonts w:ascii="MS Gothic" w:hAnsi="MS Gothic"/>
              </w:rPr>
              <w:t xml:space="preserve">☐ </w:t>
            </w:r>
            <w:r>
              <w:t xml:space="preserve">the following intergovernmental organisations: </w:t>
            </w:r>
            <w:r>
              <w:rPr>
                <w:color w:val="288061"/>
              </w:rPr>
              <w:t>…</w:t>
            </w:r>
          </w:p>
          <w:p w14:paraId="2B5ABBA0" w14:textId="603ED4B2" w:rsidR="00A65B97" w:rsidRPr="00A8355A" w:rsidRDefault="00A8355A" w:rsidP="00A8355A">
            <w:pPr>
              <w:tabs>
                <w:tab w:val="left" w:pos="426"/>
              </w:tabs>
              <w:rPr>
                <w:bCs/>
                <w:szCs w:val="24"/>
              </w:rPr>
            </w:pPr>
            <w:r>
              <w:rPr>
                <w:color w:val="000000"/>
              </w:rPr>
              <w:t xml:space="preserve"> </w:t>
            </w:r>
            <w:r>
              <w:rPr>
                <w:b/>
                <w:sz w:val="32"/>
              </w:rPr>
              <w:t>◦</w:t>
            </w:r>
            <w:r>
              <w:rPr>
                <w:color w:val="000000"/>
              </w:rPr>
              <w:t xml:space="preserve"> EFTA-EEA In-Kind agreement (Iceland, Liechtenstein, Norway)</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rPr>
            </w:pPr>
            <w:bookmarkStart w:id="0" w:name="_Hlk158972146"/>
            <w:r>
              <w:t>Deadline for applications</w:t>
            </w:r>
          </w:p>
        </w:tc>
        <w:tc>
          <w:tcPr>
            <w:tcW w:w="5491" w:type="dxa"/>
          </w:tcPr>
          <w:p w14:paraId="4F3E9AAB" w14:textId="6330EEB4" w:rsidR="00B305D3" w:rsidRPr="00B305D3" w:rsidRDefault="00B305D3" w:rsidP="00B305D3">
            <w:pPr>
              <w:widowControl w:val="0"/>
              <w:tabs>
                <w:tab w:val="left" w:pos="2279"/>
              </w:tabs>
              <w:spacing w:after="320"/>
              <w:jc w:val="left"/>
              <w:rPr>
                <w:szCs w:val="24"/>
              </w:rPr>
            </w:pPr>
            <w:r>
              <w:t xml:space="preserve">   ●   2 months</w:t>
            </w:r>
            <w:r>
              <w:tab/>
            </w:r>
            <w:r>
              <w:rPr>
                <w:color w:val="696969"/>
              </w:rPr>
              <w:t xml:space="preserve">◦ </w:t>
            </w:r>
            <w:r>
              <w:t>1 month</w:t>
            </w:r>
          </w:p>
          <w:p w14:paraId="63DD2FA8" w14:textId="09E940EB" w:rsidR="00E850B7" w:rsidRPr="00B305D3" w:rsidRDefault="00B305D3" w:rsidP="00B305D3">
            <w:pPr>
              <w:tabs>
                <w:tab w:val="left" w:pos="426"/>
              </w:tabs>
              <w:spacing w:before="120" w:after="120"/>
              <w:rPr>
                <w:bCs/>
              </w:rPr>
            </w:pPr>
            <w:r>
              <w:rPr>
                <w:color w:val="000000"/>
              </w:rPr>
              <w:t>Latest application date: 25-0</w:t>
            </w:r>
            <w:r w:rsidR="00781543">
              <w:rPr>
                <w:color w:val="000000"/>
              </w:rPr>
              <w:t>9</w:t>
            </w:r>
            <w:r>
              <w:rPr>
                <w:color w:val="000000"/>
              </w:rPr>
              <w:t>-2024</w:t>
            </w:r>
          </w:p>
        </w:tc>
      </w:tr>
      <w:bookmarkEnd w:id="0"/>
    </w:tbl>
    <w:p w14:paraId="64E3B7F7" w14:textId="4ACBF2E8" w:rsidR="00E850B7" w:rsidRPr="00A07846" w:rsidRDefault="00E850B7" w:rsidP="00377580">
      <w:pPr>
        <w:rPr>
          <w:b/>
          <w:bCs/>
          <w:lang w:val="en-IE" w:eastAsia="en-GB"/>
        </w:rPr>
      </w:pPr>
    </w:p>
    <w:p w14:paraId="58425216" w14:textId="77777777" w:rsidR="00250C40" w:rsidRPr="00A07846" w:rsidRDefault="00250C40" w:rsidP="00377580">
      <w:pPr>
        <w:rPr>
          <w:b/>
          <w:bCs/>
          <w:lang w:val="en-IE" w:eastAsia="en-GB"/>
        </w:rPr>
      </w:pPr>
    </w:p>
    <w:p w14:paraId="56FF37FF" w14:textId="7820A366" w:rsidR="001A0074" w:rsidRPr="0053405E" w:rsidRDefault="00B31DC8" w:rsidP="00250C40">
      <w:pPr>
        <w:pStyle w:val="ListNumber"/>
        <w:keepNext/>
        <w:numPr>
          <w:ilvl w:val="0"/>
          <w:numId w:val="0"/>
        </w:numPr>
        <w:ind w:left="709" w:hanging="709"/>
      </w:pPr>
      <w:r>
        <w:rPr>
          <w:b/>
        </w:rPr>
        <w:lastRenderedPageBreak/>
        <w:t>Entity Presentation (We are)</w:t>
      </w:r>
    </w:p>
    <w:sdt>
      <w:sdtPr>
        <w:id w:val="1822233941"/>
        <w:placeholder>
          <w:docPart w:val="502342290B3541ABA4032C2AA949ADE4"/>
        </w:placeholder>
      </w:sdtPr>
      <w:sdtEndPr/>
      <w:sdtContent>
        <w:bookmarkStart w:id="1" w:name="_Hlk152682023" w:displacedByCustomXml="next"/>
        <w:sdt>
          <w:sdt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pPr>
              <w:r>
                <w:t xml:space="preserve">Unit H.2 is responsible for auditing expenditure related to market measures and rural development. This expenditure is managed and controlled by the Member States and amounts to approximately €10 billion per year. Our objective is to provide the Commission with reasonable assurance that expenditure declared by the paying agencies was incurred in accordance with EU rules. To this end, we carry out conformity enquiries in the form of audit missions relating to the Member States’ management and control systems.  Our tasks also include promoting effective control systems, assisting Member States in the correct implementation of measures falling within the Unit’s remit, using the audits of other organisations such as the European Court of Auditors, and providing general support to the Directorate-General in all matters related to audit.  </w:t>
              </w:r>
            </w:p>
          </w:sdtContent>
        </w:sdt>
        <w:bookmarkEnd w:id="1" w:displacedByCustomXml="next"/>
      </w:sdtContent>
    </w:sdt>
    <w:p w14:paraId="30B422AA" w14:textId="77777777" w:rsidR="00301CA3" w:rsidRPr="00A07846" w:rsidRDefault="00301CA3" w:rsidP="001A0074">
      <w:pPr>
        <w:rPr>
          <w:b/>
          <w:bCs/>
          <w:lang w:val="en-IE" w:eastAsia="en-GB"/>
        </w:rPr>
      </w:pPr>
    </w:p>
    <w:p w14:paraId="28AD0173" w14:textId="2B27CB6F" w:rsidR="00B31DC8" w:rsidRPr="0053405E" w:rsidRDefault="00B31DC8" w:rsidP="001A0074">
      <w:r>
        <w:rPr>
          <w:b/>
        </w:rPr>
        <w:t>Job Presentation (We propose)</w:t>
      </w:r>
    </w:p>
    <w:sdt>
      <w:sdtPr>
        <w:id w:val="-723136291"/>
        <w:placeholder>
          <w:docPart w:val="43375E7FB7294216B3B48CC222A08C2F"/>
        </w:placeholder>
      </w:sdtPr>
      <w:sdtEndPr/>
      <w:sdtContent>
        <w:sdt>
          <w:sdtPr>
            <w:id w:val="-1988390542"/>
            <w:placeholder>
              <w:docPart w:val="D81C1BA446414116A4D6841D5C7339FC"/>
            </w:placeholder>
          </w:sdtPr>
          <w:sdtEndPr/>
          <w:sdtContent>
            <w:p w14:paraId="77AEC325" w14:textId="18C0C499" w:rsidR="00393B90" w:rsidRDefault="00A63DD7" w:rsidP="00393B90">
              <w:r>
                <w:t>We are looking for an experienced colleague to join our Rural Development team for measures outside the integrated administration and control system. The work consists in preparing and carrying out audits in the Member States in order to evaluate their management and control systems. The role involves carrying out on-site missions and drafting the related audit reports, analysing reports drafted by national certification bodies, organising bilateral meetings with Member State authorities, and following up enquiries as part of the clearance of accounts procedure. There are, on average, four audit missions per year in the Member States. In general, they take one week.</w:t>
              </w:r>
            </w:p>
            <w:p w14:paraId="13545DA9" w14:textId="554B8AAF" w:rsidR="00A63DD7" w:rsidRPr="00206E8E" w:rsidRDefault="00A63DD7" w:rsidP="00393B90">
              <w:r>
                <w:t xml:space="preserve">The role also requires participation in meetings with other institutions concerning audit-related issues, as well as providing general support and advice to DG AGRI management. </w:t>
              </w:r>
            </w:p>
            <w:p w14:paraId="06815D7A" w14:textId="4AE7C570" w:rsidR="00393B90" w:rsidRPr="00A07846" w:rsidRDefault="00393B90" w:rsidP="00393B90">
              <w:pPr>
                <w:rPr>
                  <w:lang w:val="en-IE" w:eastAsia="en-GB"/>
                </w:rPr>
              </w:pPr>
            </w:p>
            <w:p w14:paraId="74F56D6D" w14:textId="075DEE29" w:rsidR="00206E8E" w:rsidRPr="00206E8E" w:rsidRDefault="00781543"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pPr>
      <w:r>
        <w:rPr>
          <w:b/>
        </w:rPr>
        <w:t>Jobholder Profile (We look for)</w:t>
      </w:r>
    </w:p>
    <w:sdt>
      <w:sdtPr>
        <w:id w:val="-689827953"/>
        <w:placeholder>
          <w:docPart w:val="C681F6FA0FB94712B2C889AACA29AC9D"/>
        </w:placeholder>
      </w:sdtPr>
      <w:sdtEndPr/>
      <w:sdtContent>
        <w:sdt>
          <w:sdt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pPr>
              <w:r>
                <w:t xml:space="preserve"> </w:t>
              </w:r>
            </w:p>
            <w:p w14:paraId="2AC84BBC" w14:textId="0BF938AD" w:rsidR="00A63DD7" w:rsidRDefault="00393B90" w:rsidP="00A63DD7">
              <w:r>
                <w:t>Candidates must have completed university studies related to the role (for example in audit, economics, law, agriculture, management) attested by a diploma. The role requires excellent analysis skills, good task organisation skills, the ability to quickly and easily draft documents in English, to conduct audit missions together with one other colleague, and to be comfortable speaking in public, usually in English. Knowledge of the Common Agricultural Policy and/or other EU shared management or comparable policies would be an advantage.</w:t>
              </w:r>
            </w:p>
            <w:p w14:paraId="5101AE69" w14:textId="10170D10" w:rsidR="00393B90" w:rsidRPr="00206E8E" w:rsidRDefault="00A63DD7" w:rsidP="00393B90">
              <w:pPr>
                <w:pStyle w:val="ListNumber"/>
                <w:numPr>
                  <w:ilvl w:val="0"/>
                  <w:numId w:val="0"/>
                </w:numPr>
              </w:pPr>
              <w:r>
                <w:t>The job requires good organisation skills and an excellent team spirit, but also the ability to work independently.</w:t>
              </w:r>
            </w:p>
            <w:p w14:paraId="488CC5C4" w14:textId="0E8501FF" w:rsidR="00393B90" w:rsidRPr="00206E8E" w:rsidRDefault="00393B90" w:rsidP="00393B90">
              <w:pPr>
                <w:pStyle w:val="ListNumber"/>
                <w:numPr>
                  <w:ilvl w:val="0"/>
                  <w:numId w:val="0"/>
                </w:numPr>
              </w:pPr>
              <w:r>
                <w:t xml:space="preserve">Candidates must be able to carry out system audits and to ensure detailed follow-up of the findings. Candidates must also be able to defend their point of view in meetings with the Member States and with other institutions and authorities. Experience in the area of audit </w:t>
              </w:r>
              <w:r>
                <w:lastRenderedPageBreak/>
                <w:t>or similar is preferable. Knowledge of the CAP and rural development policy would be an</w:t>
              </w:r>
              <w:r w:rsidR="00A07846">
                <w:t> </w:t>
              </w:r>
              <w:r>
                <w:t>advantage.</w:t>
              </w:r>
            </w:p>
            <w:p w14:paraId="541DADA6" w14:textId="4D70DE73" w:rsidR="00206E8E" w:rsidRPr="00206E8E" w:rsidRDefault="00393B90" w:rsidP="00393B90">
              <w:pPr>
                <w:pStyle w:val="ListNumber"/>
                <w:numPr>
                  <w:ilvl w:val="0"/>
                  <w:numId w:val="0"/>
                </w:numPr>
              </w:pPr>
              <w:r>
                <w:t>Very good English communication and drafting skills. Knowledge of other EU languages, especially French, would be an advantage.</w:t>
              </w:r>
            </w:p>
          </w:sdtContent>
        </w:sdt>
      </w:sdtContent>
    </w:sdt>
    <w:p w14:paraId="5D76C15C" w14:textId="77777777" w:rsidR="00F65CC2" w:rsidRPr="00A07846" w:rsidRDefault="00F65CC2" w:rsidP="00377580">
      <w:pPr>
        <w:rPr>
          <w:b/>
          <w:lang w:val="en-IE" w:eastAsia="en-GB"/>
        </w:rPr>
      </w:pPr>
    </w:p>
    <w:p w14:paraId="0E0736C5" w14:textId="0F8C254A" w:rsidR="00B31DC8" w:rsidRPr="001D3EEC" w:rsidRDefault="00377580" w:rsidP="00377580">
      <w:pPr>
        <w:rPr>
          <w:b/>
          <w:u w:val="single"/>
        </w:rPr>
      </w:pPr>
      <w:r>
        <w:rPr>
          <w:b/>
          <w:u w:val="single"/>
        </w:rPr>
        <w:t>Eligibility Criteria</w:t>
      </w:r>
    </w:p>
    <w:p w14:paraId="5E51F49C" w14:textId="528BE030" w:rsidR="00B31DC8" w:rsidRPr="001D3EEC" w:rsidRDefault="00B31DC8" w:rsidP="00377580">
      <w:r>
        <w:t xml:space="preserve">The secondment will be governed by </w:t>
      </w:r>
      <w:r>
        <w:rPr>
          <w:b/>
          <w:bCs/>
        </w:rPr>
        <w:t>Commission Decision C(2008) 6866</w:t>
      </w:r>
      <w:r>
        <w:t xml:space="preserve"> of 12 November 2008 laying down rules on the secondment to the Commission of national experts and national experts in professional training (SNE Decision).</w:t>
      </w:r>
    </w:p>
    <w:p w14:paraId="7AC32D4A" w14:textId="6BB2BC18" w:rsidR="00443957" w:rsidRDefault="00B31DC8" w:rsidP="00377580">
      <w:r>
        <w:t xml:space="preserve">Under the terms of the SNE Decision, you must comply with the following eligibility criteria </w:t>
      </w:r>
      <w:r>
        <w:rPr>
          <w:b/>
          <w:bCs/>
        </w:rPr>
        <w:t>at the starting date of the secondment</w:t>
      </w:r>
      <w:r>
        <w:t>:</w:t>
      </w:r>
    </w:p>
    <w:p w14:paraId="1B97B0F3" w14:textId="5C384723" w:rsidR="00443957" w:rsidRPr="001D3EEC" w:rsidRDefault="00443957" w:rsidP="00377580">
      <w:r>
        <w:rPr>
          <w:u w:val="single"/>
        </w:rPr>
        <w:t>Professional experience:</w:t>
      </w:r>
      <w:r>
        <w:t xml:space="preserve"> at least three years of professional experience in administrative, legal, scientific, technical, advisory or supervisory functions which are equivalent to those of function group AD.</w:t>
      </w:r>
    </w:p>
    <w:p w14:paraId="00DB18A5" w14:textId="36846455" w:rsidR="00443957" w:rsidRPr="001D3EEC" w:rsidRDefault="00377580" w:rsidP="00377580">
      <w:r>
        <w:rPr>
          <w:u w:val="single"/>
        </w:rPr>
        <w:t>Seniority:</w:t>
      </w:r>
      <w:r w:rsidR="00A07846" w:rsidRPr="00A07846">
        <w:t xml:space="preserve"> </w:t>
      </w:r>
      <w:r>
        <w:t>have worked for at least one year (12 months) with your current employer on a</w:t>
      </w:r>
      <w:r w:rsidR="00A07846">
        <w:t> </w:t>
      </w:r>
      <w:r>
        <w:t>permanent or contract basis.</w:t>
      </w:r>
    </w:p>
    <w:p w14:paraId="5C4AB867" w14:textId="4058A081" w:rsidR="00443957" w:rsidRDefault="00215A56" w:rsidP="00377580">
      <w:r>
        <w:rPr>
          <w:u w:val="single"/>
        </w:rPr>
        <w:t>Employer:</w:t>
      </w:r>
      <w:r>
        <w:t xml:space="preserve"> must be a national, regional or local public administration or</w:t>
      </w:r>
      <w:r w:rsidR="00A07846">
        <w:t> </w:t>
      </w:r>
      <w:r>
        <w:t>an</w:t>
      </w:r>
      <w:r w:rsidR="00A07846">
        <w:t> </w:t>
      </w:r>
      <w:r>
        <w:t>intergovernmental organisation (IGO); exceptionally and following a derogation, the</w:t>
      </w:r>
      <w:r w:rsidR="00A07846">
        <w:t> </w:t>
      </w:r>
      <w:r>
        <w:t>Commission may accept applications where the employer is a public sector body (e.g. an agency or regulatory institute), university or independent research institute.</w:t>
      </w:r>
    </w:p>
    <w:p w14:paraId="6DBB170A" w14:textId="249DF2B1" w:rsidR="00377580" w:rsidRPr="001D3EEC" w:rsidRDefault="00377580" w:rsidP="00377580">
      <w:r>
        <w:rPr>
          <w:u w:val="single"/>
        </w:rPr>
        <w:t>Linguistic skills:</w:t>
      </w:r>
      <w:r w:rsidR="00A07846" w:rsidRPr="00A07846">
        <w:t xml:space="preserve"> </w:t>
      </w:r>
      <w:r>
        <w:t>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your duties.</w:t>
      </w:r>
    </w:p>
    <w:p w14:paraId="5293BC74" w14:textId="77777777" w:rsidR="00377580" w:rsidRPr="00A07846" w:rsidRDefault="00377580" w:rsidP="00377580">
      <w:pPr>
        <w:rPr>
          <w:lang w:val="en-IE" w:eastAsia="en-GB"/>
        </w:rPr>
      </w:pPr>
    </w:p>
    <w:p w14:paraId="2FB5DCD5" w14:textId="77777777" w:rsidR="004D3B51" w:rsidRPr="001D3EEC" w:rsidRDefault="00377580" w:rsidP="00377580">
      <w:pPr>
        <w:rPr>
          <w:b/>
          <w:u w:val="single"/>
        </w:rPr>
      </w:pPr>
      <w:r>
        <w:rPr>
          <w:b/>
          <w:u w:val="single"/>
        </w:rPr>
        <w:t>Conditions of secondment</w:t>
      </w:r>
    </w:p>
    <w:p w14:paraId="4BF19B6D" w14:textId="4A7E5A70" w:rsidR="004D3B51" w:rsidRPr="001D3EEC" w:rsidRDefault="004A4BB7" w:rsidP="004D3B51">
      <w:pPr>
        <w:rPr>
          <w:bCs/>
        </w:rPr>
      </w:pPr>
      <w:r>
        <w:t>Throughout your entire secondment, you must remain employed and remunerated by your employer and covered by your (national) social security system.</w:t>
      </w:r>
    </w:p>
    <w:p w14:paraId="329873DE" w14:textId="1CBFA516" w:rsidR="006F23BA" w:rsidRDefault="007A10AA" w:rsidP="00A917BE">
      <w:pPr>
        <w:rPr>
          <w:bCs/>
        </w:rPr>
      </w:pPr>
      <w:r>
        <w:t>You will exercise your duties within the Commission under the conditions set out by the SNE Decision and will be subject to the rules on confidentiality, loyalty and absence of conflict of interest as defined therein.</w:t>
      </w:r>
    </w:p>
    <w:p w14:paraId="43DCD3E1" w14:textId="154E7469" w:rsidR="00443957" w:rsidRDefault="007A10AA" w:rsidP="006F23BA">
      <w:pPr>
        <w:pStyle w:val="Replace"/>
      </w:pPr>
      <w:r>
        <w:t>If the post is published with subsistence allowances, these can only be granted if you fulfil the conditions provided for in Article 17 of the SNE Decision.</w:t>
      </w:r>
    </w:p>
    <w:p w14:paraId="1D83DC51" w14:textId="340AA940" w:rsidR="00377580" w:rsidRPr="001D3EEC" w:rsidRDefault="007A10AA" w:rsidP="00377580">
      <w:r>
        <w:t xml:space="preserve">Staff posted in a European Union Delegation must have security clearance (up to SECRET UE/EU SECRET level according to </w:t>
      </w:r>
      <w:hyperlink r:id="rId14" w:history="1">
        <w:r>
          <w:rPr>
            <w:rStyle w:val="Hyperlink"/>
          </w:rPr>
          <w:t>Commission Decision (EU, Euratom) 2015/444 of 13 March 2015</w:t>
        </w:r>
      </w:hyperlink>
      <w:r>
        <w:t>). It is up to you to launch the security clearance procedure before receiving the secondment confirmation.</w:t>
      </w:r>
    </w:p>
    <w:p w14:paraId="39E123A3" w14:textId="77777777" w:rsidR="00443957" w:rsidRPr="00A07846" w:rsidRDefault="00443957" w:rsidP="00443957">
      <w:pPr>
        <w:rPr>
          <w:u w:val="single"/>
          <w:lang w:val="en-IE" w:eastAsia="en-GB"/>
        </w:rPr>
      </w:pPr>
    </w:p>
    <w:p w14:paraId="7E1895C8" w14:textId="77777777" w:rsidR="007B5FAE" w:rsidRPr="001D3EEC" w:rsidRDefault="00443957" w:rsidP="00F65CC2">
      <w:pPr>
        <w:keepNext/>
        <w:rPr>
          <w:b/>
          <w:szCs w:val="24"/>
          <w:u w:val="single"/>
        </w:rPr>
      </w:pPr>
      <w:r>
        <w:rPr>
          <w:b/>
          <w:u w:val="single"/>
        </w:rPr>
        <w:lastRenderedPageBreak/>
        <w:t>Submission of applications and selection procedure</w:t>
      </w:r>
    </w:p>
    <w:p w14:paraId="29FA9519" w14:textId="77777777" w:rsidR="008A0FF3" w:rsidRDefault="008A0FF3" w:rsidP="00443957">
      <w:r>
        <w:t>If you are interested, please follow the instructions given by your employer on how to apply.</w:t>
      </w:r>
    </w:p>
    <w:p w14:paraId="033A75F1" w14:textId="2D02150C" w:rsidR="008A0FF3" w:rsidRDefault="008A0FF3" w:rsidP="00443957">
      <w:r>
        <w:t xml:space="preserve">The European Commission </w:t>
      </w:r>
      <w:r>
        <w:rPr>
          <w:b/>
          <w:u w:val="single"/>
        </w:rPr>
        <w:t>only accepts applications submitted through the Permanent Representation / Diplomatic Mission to the EU of your country, through the EFTA Secretariat or through the channel(s) it has specifically agreed to.</w:t>
      </w:r>
      <w:r>
        <w:t xml:space="preserve"> Applications received directly from you or your employer will not be taken into consideration.</w:t>
      </w:r>
    </w:p>
    <w:p w14:paraId="3E74F7FF" w14:textId="4885FA78" w:rsidR="007B5FAE" w:rsidRDefault="008A0FF3" w:rsidP="008A0FF3">
      <w:r>
        <w:t xml:space="preserve">Please draft your CV in English, French or German using the </w:t>
      </w:r>
      <w:r>
        <w:rPr>
          <w:b/>
          <w:bCs/>
        </w:rPr>
        <w:t>Europass CV</w:t>
      </w:r>
      <w:r>
        <w:t xml:space="preserve"> format (</w:t>
      </w:r>
      <w:hyperlink r:id="rId15" w:history="1">
        <w:r>
          <w:rPr>
            <w:rStyle w:val="Hyperlink"/>
          </w:rPr>
          <w:t>Create your Europass CV | Europass</w:t>
        </w:r>
      </w:hyperlink>
      <w:r>
        <w:t>).</w:t>
      </w:r>
      <w:r>
        <w:rPr>
          <w:b/>
        </w:rPr>
        <w:t xml:space="preserve"> </w:t>
      </w:r>
      <w:r>
        <w:t>The CV must mention your nationality.</w:t>
      </w:r>
    </w:p>
    <w:p w14:paraId="0D20F032" w14:textId="714D67BA" w:rsidR="00443957" w:rsidRPr="001D3EEC" w:rsidRDefault="00D703FC" w:rsidP="00443957">
      <w:r>
        <w:t>Please do not add any other documents (such as copy of ID, copy of degrees, certificate of professional experience etc.). These documents will be requested at a later stage if necessary.</w:t>
      </w:r>
    </w:p>
    <w:p w14:paraId="4D1807A6" w14:textId="77777777" w:rsidR="00377580" w:rsidRPr="00A07846" w:rsidRDefault="00377580" w:rsidP="00377580">
      <w:pPr>
        <w:rPr>
          <w:lang w:val="en-IE" w:eastAsia="en-GB"/>
        </w:rPr>
      </w:pPr>
    </w:p>
    <w:p w14:paraId="27F8CF87" w14:textId="29041AB3" w:rsidR="007B5FAE" w:rsidRPr="001D3EEC" w:rsidRDefault="00377580" w:rsidP="00377580">
      <w:pPr>
        <w:rPr>
          <w:b/>
          <w:szCs w:val="24"/>
          <w:u w:val="single"/>
        </w:rPr>
      </w:pPr>
      <w:r>
        <w:rPr>
          <w:b/>
          <w:u w:val="single"/>
        </w:rPr>
        <w:t>Processing of personal data</w:t>
      </w:r>
    </w:p>
    <w:p w14:paraId="501CCFC7" w14:textId="7FC10DD3" w:rsidR="000914BF" w:rsidRPr="001D3EEC" w:rsidRDefault="00E5708E" w:rsidP="00E5708E">
      <w:r>
        <w:t>The Commission will ensure that candidates’ personal data are processed as required by Regulation (EU) 2018/1725 of the European Parliament and of the Council (</w:t>
      </w:r>
      <w:r w:rsidRPr="001D3EEC">
        <w:rPr>
          <w:rStyle w:val="FootnoteReference"/>
          <w:lang w:val="fr-BE"/>
        </w:rPr>
        <w:footnoteReference w:id="1"/>
      </w:r>
      <w:r>
        <w:t>). This applies in particular to the confidentiality and security of such data. Before applying, please read the attached privacy statement.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pPr>
      <w:r>
        <w:t>(</w:t>
      </w:r>
      <w:r>
        <w:rPr>
          <w:rStyle w:val="FootnoteReference"/>
        </w:rPr>
        <w:footnoteRef/>
      </w:r>
      <w:r>
        <w:t>)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A4BB7"/>
    <w:rsid w:val="004D24A7"/>
    <w:rsid w:val="004D3B51"/>
    <w:rsid w:val="00517EF9"/>
    <w:rsid w:val="0053405E"/>
    <w:rsid w:val="00556CBD"/>
    <w:rsid w:val="005B0524"/>
    <w:rsid w:val="006A1CB2"/>
    <w:rsid w:val="006F23BA"/>
    <w:rsid w:val="0074301E"/>
    <w:rsid w:val="00781543"/>
    <w:rsid w:val="007A10AA"/>
    <w:rsid w:val="007A1396"/>
    <w:rsid w:val="007B5FAE"/>
    <w:rsid w:val="007C2E2B"/>
    <w:rsid w:val="007E131B"/>
    <w:rsid w:val="008241B0"/>
    <w:rsid w:val="008315CD"/>
    <w:rsid w:val="00866E7F"/>
    <w:rsid w:val="008A0FF3"/>
    <w:rsid w:val="00921957"/>
    <w:rsid w:val="0092295D"/>
    <w:rsid w:val="00935C5C"/>
    <w:rsid w:val="009559A1"/>
    <w:rsid w:val="00A07846"/>
    <w:rsid w:val="00A63DD7"/>
    <w:rsid w:val="00A65B97"/>
    <w:rsid w:val="00A80D23"/>
    <w:rsid w:val="00A8355A"/>
    <w:rsid w:val="00A917BE"/>
    <w:rsid w:val="00AB5CFE"/>
    <w:rsid w:val="00B305D3"/>
    <w:rsid w:val="00B31DC8"/>
    <w:rsid w:val="00B87ACE"/>
    <w:rsid w:val="00C518F5"/>
    <w:rsid w:val="00D703FC"/>
    <w:rsid w:val="00D82B48"/>
    <w:rsid w:val="00DC5C83"/>
    <w:rsid w:val="00DD7662"/>
    <w:rsid w:val="00E0579E"/>
    <w:rsid w:val="00E5708E"/>
    <w:rsid w:val="00E62E8B"/>
    <w:rsid w:val="00E850B7"/>
    <w:rsid w:val="00E927FE"/>
    <w:rsid w:val="00E94645"/>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GB"/>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en/create-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en/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r>
            <w:rPr>
              <w:caps/>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r>
            <w:rPr>
              <w:caps/>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r>
            <w:rPr>
              <w:b/>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EUROPEAN COMMISSION</OrgaRoot>
  <SecurityPharma>Pharma Investigations</SecurityPharma>
  <ClimaSensitive>CLIMA</ClimaSensitive>
  <SecurityEmbargo>EMBARGO UNTIL</SecurityEmbargo>
  <NoteFile>VACANCY NOTICE FOR A POST OF SECONDED NATIONAL EXPERT</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1104</Words>
  <Characters>6297</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2024-04-03T12:25:00Z</cp:lastPrinted>
  <dcterms:created xsi:type="dcterms:W3CDTF">2024-04-09T15:06:00Z</dcterms:created>
  <dcterms:modified xsi:type="dcterms:W3CDTF">2024-07-05T10:59:00Z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