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5572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tc>
                      <w:tcPr>
                        <w:tcW w:w="5491" w:type="dxa"/>
                      </w:tcPr>
                      <w:p w14:paraId="26B6BD75" w14:textId="46ADE5A1" w:rsidR="00D96984" w:rsidRPr="0007110E" w:rsidRDefault="00FE17DC" w:rsidP="00E82667">
                        <w:pPr>
                          <w:tabs>
                            <w:tab w:val="left" w:pos="426"/>
                          </w:tabs>
                          <w:spacing w:before="120"/>
                          <w:rPr>
                            <w:bCs/>
                            <w:lang w:val="en-IE" w:eastAsia="en-GB"/>
                          </w:rPr>
                        </w:pPr>
                        <w:r w:rsidRPr="00550E3C">
                          <w:rPr>
                            <w:szCs w:val="24"/>
                          </w:rPr>
                          <w:t>254444</w:t>
                        </w:r>
                      </w:p>
                    </w:tc>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B55724" w:rsidP="005C0526">
                    <w:pPr>
                      <w:spacing w:after="0"/>
                      <w:ind w:right="1315"/>
                      <w:rPr>
                        <w:bCs/>
                        <w:lang w:val="en-IE" w:eastAsia="en-GB"/>
                      </w:rPr>
                    </w:pPr>
                  </w:p>
                </w:sdtContent>
              </w:sdt>
            </w:sdtContent>
          </w:sdt>
          <w:p w14:paraId="34CF737A" w14:textId="49294357" w:rsidR="00E21DBD" w:rsidRPr="0007110E" w:rsidRDefault="00B5572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C0526">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6DCA860D" w:rsidR="00E21DBD" w:rsidRPr="0007110E" w:rsidRDefault="00B5572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r w:rsidR="00FE17DC">
                          <w:rPr>
                            <w:szCs w:val="24"/>
                          </w:rPr>
                          <w:t>Morocco</w:t>
                        </w:r>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D2160E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FDF7A1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5572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5572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5572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334D0E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F0621F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2167B5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B55724">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B55724"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B55724"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C0526"/>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55724"/>
    <w:rsid w:val="00B65513"/>
    <w:rsid w:val="00B73F08"/>
    <w:rsid w:val="00B8014C"/>
    <w:rsid w:val="00BF188B"/>
    <w:rsid w:val="00C06724"/>
    <w:rsid w:val="00C2547F"/>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0059D"/>
    <w:rsid w:val="00416B25"/>
    <w:rsid w:val="006212B2"/>
    <w:rsid w:val="006F0611"/>
    <w:rsid w:val="007F7378"/>
    <w:rsid w:val="00893390"/>
    <w:rsid w:val="00894A0C"/>
    <w:rsid w:val="009A12CB"/>
    <w:rsid w:val="00B02A9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02A9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1717</Words>
  <Characters>9789</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2024-10-13T20:21:00Z</dcterms:created>
  <dcterms:modified xsi:type="dcterms:W3CDTF">2024-10-13T20:21:00Z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