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8027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29737933" w14:textId="77777777" w:rsidR="00545C45" w:rsidRDefault="003F0DA9" w:rsidP="00E82667">
                <w:pPr>
                  <w:tabs>
                    <w:tab w:val="left" w:pos="426"/>
                  </w:tabs>
                  <w:spacing w:before="120"/>
                  <w:rPr>
                    <w:bCs/>
                    <w:lang w:val="en-IE" w:eastAsia="en-GB"/>
                  </w:rPr>
                </w:pPr>
                <w:r>
                  <w:rPr>
                    <w:bCs/>
                    <w:lang w:val="en-IE" w:eastAsia="en-GB"/>
                  </w:rPr>
                  <w:t>RTD</w:t>
                </w:r>
                <w:r w:rsidR="00545C45">
                  <w:rPr>
                    <w:bCs/>
                    <w:lang w:val="en-IE" w:eastAsia="en-GB"/>
                  </w:rPr>
                  <w:t xml:space="preserve"> – Research &amp; Innovation</w:t>
                </w:r>
              </w:p>
              <w:p w14:paraId="5A202791" w14:textId="5FDFB615" w:rsidR="00545C45" w:rsidRDefault="00545C45" w:rsidP="00E82667">
                <w:pPr>
                  <w:tabs>
                    <w:tab w:val="left" w:pos="426"/>
                  </w:tabs>
                  <w:spacing w:before="120"/>
                  <w:rPr>
                    <w:bCs/>
                    <w:lang w:val="en-IE" w:eastAsia="en-GB"/>
                  </w:rPr>
                </w:pPr>
                <w:r>
                  <w:rPr>
                    <w:bCs/>
                    <w:lang w:val="en-IE" w:eastAsia="en-GB"/>
                  </w:rPr>
                  <w:t>Dir B – Healthy Planet</w:t>
                </w:r>
              </w:p>
              <w:p w14:paraId="786241CD" w14:textId="3253A209" w:rsidR="00B65513" w:rsidRPr="0007110E" w:rsidRDefault="00545C45" w:rsidP="00E82667">
                <w:pPr>
                  <w:tabs>
                    <w:tab w:val="left" w:pos="426"/>
                  </w:tabs>
                  <w:spacing w:before="120"/>
                  <w:rPr>
                    <w:bCs/>
                    <w:lang w:val="en-IE" w:eastAsia="en-GB"/>
                  </w:rPr>
                </w:pPr>
                <w:r>
                  <w:rPr>
                    <w:bCs/>
                    <w:lang w:val="en-IE" w:eastAsia="en-GB"/>
                  </w:rPr>
                  <w:t>Unit</w:t>
                </w:r>
                <w:r w:rsidR="003F0DA9">
                  <w:rPr>
                    <w:bCs/>
                    <w:lang w:val="en-IE" w:eastAsia="en-GB"/>
                  </w:rPr>
                  <w:t xml:space="preserve"> B4</w:t>
                </w:r>
                <w:r w:rsidR="005C5207">
                  <w:rPr>
                    <w:bCs/>
                    <w:lang w:val="en-IE" w:eastAsia="en-GB"/>
                  </w:rPr>
                  <w:t>.001</w:t>
                </w:r>
                <w:r>
                  <w:rPr>
                    <w:bCs/>
                    <w:lang w:val="en-IE" w:eastAsia="en-GB"/>
                  </w:rPr>
                  <w:t xml:space="preserve"> – Ocean, Seas and Waters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C636F9B" w:rsidR="00D96984" w:rsidRPr="0007110E" w:rsidRDefault="005C5207" w:rsidP="00E82667">
                <w:pPr>
                  <w:tabs>
                    <w:tab w:val="left" w:pos="426"/>
                  </w:tabs>
                  <w:spacing w:before="120"/>
                  <w:rPr>
                    <w:bCs/>
                    <w:lang w:val="en-IE" w:eastAsia="en-GB"/>
                  </w:rPr>
                </w:pPr>
                <w:r w:rsidRPr="005C5207">
                  <w:rPr>
                    <w:b/>
                    <w:bCs/>
                  </w:rPr>
                  <w:t>451997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FFCD97E" w:rsidR="00E21DBD" w:rsidRPr="0007110E" w:rsidRDefault="003F0DA9" w:rsidP="00E82667">
                <w:pPr>
                  <w:tabs>
                    <w:tab w:val="left" w:pos="426"/>
                  </w:tabs>
                  <w:spacing w:before="120"/>
                  <w:rPr>
                    <w:bCs/>
                    <w:lang w:val="en-IE" w:eastAsia="en-GB"/>
                  </w:rPr>
                </w:pPr>
                <w:r>
                  <w:rPr>
                    <w:bCs/>
                    <w:lang w:val="en-IE" w:eastAsia="en-GB"/>
                  </w:rPr>
                  <w:t>Elisabetta Balzi</w:t>
                </w:r>
              </w:p>
            </w:sdtContent>
          </w:sdt>
          <w:p w14:paraId="34CF737A" w14:textId="6494F92B" w:rsidR="00E21DBD" w:rsidRPr="0007110E" w:rsidRDefault="0088027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F0DA9">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F0DA9">
                  <w:rPr>
                    <w:bCs/>
                    <w:lang w:val="en-IE" w:eastAsia="en-GB"/>
                  </w:rPr>
                  <w:t>2024</w:t>
                </w:r>
              </w:sdtContent>
            </w:sdt>
          </w:p>
          <w:p w14:paraId="158DD156" w14:textId="07484D62" w:rsidR="00E21DBD" w:rsidRPr="0007110E" w:rsidRDefault="0088027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9397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F0DA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B156E6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0B5274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8027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8027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8027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247C0A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78C385E"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53" type="#_x0000_t75" style="width:108pt;height:21.6pt" o:ole="">
                  <v:imagedata r:id="rId23" o:title=""/>
                </v:shape>
                <w:control r:id="rId24" w:name="OptionButton2" w:shapeid="_x0000_i1053"/>
              </w:object>
            </w:r>
            <w:r>
              <w:rPr>
                <w:bCs/>
                <w:szCs w:val="24"/>
                <w:lang w:eastAsia="en-GB"/>
              </w:rPr>
              <w:object w:dxaOrig="225" w:dyaOrig="225" w14:anchorId="0992615F">
                <v:shape id="_x0000_i1055" type="#_x0000_t75" style="width:108pt;height:21.6pt" o:ole="">
                  <v:imagedata r:id="rId25" o:title=""/>
                </v:shape>
                <w:control r:id="rId26" w:name="OptionButton3" w:shapeid="_x0000_i1055"/>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AF593C2" w14:textId="7DC553A8" w:rsidR="003F0DA9" w:rsidRPr="003F0DA9" w:rsidRDefault="003F0DA9" w:rsidP="003F0DA9">
          <w:pPr>
            <w:rPr>
              <w:lang w:val="en-US" w:eastAsia="en-GB"/>
            </w:rPr>
          </w:pPr>
          <w:r w:rsidRPr="003F0DA9">
            <w:rPr>
              <w:lang w:val="en-US" w:eastAsia="en-GB"/>
            </w:rPr>
            <w:t xml:space="preserve">The Ocean, Seas and Waters Unit. We contribute to the European Green Deal supporting the transition to a Healthy Planet and particularly to healthy Ocean, Seas and Inland Waters </w:t>
          </w:r>
          <w:r w:rsidRPr="003F0DA9">
            <w:rPr>
              <w:lang w:val="en-US" w:eastAsia="en-GB"/>
            </w:rPr>
            <w:lastRenderedPageBreak/>
            <w:t>systems, which are climate neutral by 2050, and operating within safe planetary boundaries.</w:t>
          </w:r>
        </w:p>
        <w:p w14:paraId="4BB86355" w14:textId="0EA19798" w:rsidR="003F0DA9" w:rsidRPr="003F0DA9" w:rsidRDefault="003F0DA9" w:rsidP="003F0DA9">
          <w:pPr>
            <w:rPr>
              <w:lang w:val="en-US" w:eastAsia="en-GB"/>
            </w:rPr>
          </w:pPr>
          <w:r w:rsidRPr="003F0DA9">
            <w:rPr>
              <w:lang w:val="en-US" w:eastAsia="en-GB"/>
            </w:rPr>
            <w:t>The Unit contributes to the regeneration and restoration of the Ocean and to the effective and</w:t>
          </w:r>
          <w:r>
            <w:rPr>
              <w:lang w:val="en-US" w:eastAsia="en-GB"/>
            </w:rPr>
            <w:t xml:space="preserve"> </w:t>
          </w:r>
          <w:r w:rsidRPr="003F0DA9">
            <w:rPr>
              <w:lang w:val="en-US" w:eastAsia="en-GB"/>
            </w:rPr>
            <w:t>integrated freshwater management in European and international river basins, through sustainable and resilient water systems, and promotes an impactful and sustainable use of the</w:t>
          </w:r>
          <w:r>
            <w:rPr>
              <w:lang w:val="en-US" w:eastAsia="en-GB"/>
            </w:rPr>
            <w:t xml:space="preserve"> </w:t>
          </w:r>
          <w:r w:rsidRPr="003F0DA9">
            <w:rPr>
              <w:lang w:val="en-US" w:eastAsia="en-GB"/>
            </w:rPr>
            <w:t>full value chains of marine and aquatic resources, for full benefit and well-being of European</w:t>
          </w:r>
          <w:r>
            <w:rPr>
              <w:lang w:val="en-US" w:eastAsia="en-GB"/>
            </w:rPr>
            <w:t xml:space="preserve"> </w:t>
          </w:r>
          <w:r w:rsidRPr="003F0DA9">
            <w:rPr>
              <w:lang w:val="en-US" w:eastAsia="en-GB"/>
            </w:rPr>
            <w:t>citizens.</w:t>
          </w:r>
        </w:p>
        <w:p w14:paraId="695B9481" w14:textId="1D99F401" w:rsidR="003F0DA9" w:rsidRPr="003F0DA9" w:rsidRDefault="003F0DA9" w:rsidP="003F0DA9">
          <w:pPr>
            <w:rPr>
              <w:lang w:val="en-US" w:eastAsia="en-GB"/>
            </w:rPr>
          </w:pPr>
          <w:r w:rsidRPr="003F0DA9">
            <w:rPr>
              <w:lang w:val="en-US" w:eastAsia="en-GB"/>
            </w:rPr>
            <w:t>The Unit designs and deploys a systems’ approach to the nexus of ocean-climate, ocean-food,</w:t>
          </w:r>
          <w:r>
            <w:rPr>
              <w:lang w:val="en-US" w:eastAsia="en-GB"/>
            </w:rPr>
            <w:t xml:space="preserve"> </w:t>
          </w:r>
          <w:r w:rsidRPr="003F0DA9">
            <w:rPr>
              <w:lang w:val="en-US" w:eastAsia="en-GB"/>
            </w:rPr>
            <w:t>ocean-weather and ocean-land and water-energy-food ecosystems, and focus on marine and</w:t>
          </w:r>
          <w:r>
            <w:rPr>
              <w:lang w:val="en-US" w:eastAsia="en-GB"/>
            </w:rPr>
            <w:t xml:space="preserve"> </w:t>
          </w:r>
          <w:r w:rsidRPr="003F0DA9">
            <w:rPr>
              <w:lang w:val="en-US" w:eastAsia="en-GB"/>
            </w:rPr>
            <w:t>freshwater ecosystems and biodiversity.</w:t>
          </w:r>
        </w:p>
        <w:p w14:paraId="034CB637" w14:textId="77777777" w:rsidR="003F0DA9" w:rsidRPr="003F0DA9" w:rsidRDefault="003F0DA9" w:rsidP="003F0DA9">
          <w:pPr>
            <w:rPr>
              <w:lang w:val="en-US" w:eastAsia="en-GB"/>
            </w:rPr>
          </w:pPr>
          <w:r w:rsidRPr="003F0DA9">
            <w:rPr>
              <w:lang w:val="en-US" w:eastAsia="en-GB"/>
            </w:rPr>
            <w:t>The Unit leads, steers, identifies and pilots systemic solutions by design to the planetary boundaries: a) loss of biodiversity b) climate change and c) ocean and water degradation, by directing international cooperation across different sea basins, particularly the Atlantic, Mediterranean, Black Sea, Baltic and North Sea, and the Arctic region, with focus on ocean and inland water (hydrosphere) observing and digital knowledge systems, regeneration, reduction of pollution, water security and coastal resilience.</w:t>
          </w:r>
        </w:p>
        <w:p w14:paraId="7A72C352" w14:textId="190CC987" w:rsidR="003F0DA9" w:rsidRPr="003F0DA9" w:rsidRDefault="003F0DA9" w:rsidP="003F0DA9">
          <w:pPr>
            <w:rPr>
              <w:lang w:val="en-US" w:eastAsia="en-GB"/>
            </w:rPr>
          </w:pPr>
          <w:r w:rsidRPr="003F0DA9">
            <w:rPr>
              <w:lang w:val="en-US" w:eastAsia="en-GB"/>
            </w:rPr>
            <w:t>The Unit co-leads the Horizon Europe Mission ‘Restore our Ocean and Waters by 2030’ and</w:t>
          </w:r>
          <w:r>
            <w:rPr>
              <w:lang w:val="en-US" w:eastAsia="en-GB"/>
            </w:rPr>
            <w:t xml:space="preserve"> </w:t>
          </w:r>
          <w:r w:rsidRPr="003F0DA9">
            <w:rPr>
              <w:lang w:val="en-US" w:eastAsia="en-GB"/>
            </w:rPr>
            <w:t>contribute to the other Missions. The Unit also leads on the Horizon Europe Partnership for a</w:t>
          </w:r>
          <w:r>
            <w:rPr>
              <w:lang w:val="en-US" w:eastAsia="en-GB"/>
            </w:rPr>
            <w:t xml:space="preserve"> </w:t>
          </w:r>
          <w:r w:rsidRPr="003F0DA9">
            <w:rPr>
              <w:lang w:val="en-US" w:eastAsia="en-GB"/>
            </w:rPr>
            <w:t>Sustainable Blue Economy and Water Security for the Planet as well as the amended PRIMA</w:t>
          </w:r>
          <w:r>
            <w:rPr>
              <w:lang w:val="en-US" w:eastAsia="en-GB"/>
            </w:rPr>
            <w:t xml:space="preserve"> </w:t>
          </w:r>
          <w:r w:rsidRPr="003F0DA9">
            <w:rPr>
              <w:lang w:val="en-US" w:eastAsia="en-GB"/>
            </w:rPr>
            <w:t>(Partnership for R&amp;I in the Mediterranean Area), contributes to all other relevant partnerships, and ensures European leadership for implementing multilateral and bilateral international networks, in particular the All-Atlantic Ocean R&amp;I Alliance (AAORIA) linking communities, researchers and innovators around the Atlantic from Artic to Antarctica. The Unit also acts as interface for the R&amp;I related parts of UN related initiatives, such as the UN Decade of Ocean Science and UN Water Action Decade.</w:t>
          </w:r>
        </w:p>
        <w:p w14:paraId="59DD0438" w14:textId="6D0219AA" w:rsidR="00E21DBD" w:rsidRDefault="003F0DA9" w:rsidP="003F0DA9">
          <w:pPr>
            <w:rPr>
              <w:lang w:val="en-US" w:eastAsia="en-GB"/>
            </w:rPr>
          </w:pPr>
          <w:r w:rsidRPr="003F0DA9">
            <w:rPr>
              <w:lang w:val="en-US" w:eastAsia="en-GB"/>
            </w:rPr>
            <w:t>Based on foresight, knowledge, data and portfolio analyses, the Unit aims to achieve more</w:t>
          </w:r>
          <w:r>
            <w:rPr>
              <w:lang w:val="en-US" w:eastAsia="en-GB"/>
            </w:rPr>
            <w:t xml:space="preserve"> </w:t>
          </w:r>
          <w:r w:rsidRPr="003F0DA9">
            <w:rPr>
              <w:lang w:val="en-US" w:eastAsia="en-GB"/>
            </w:rPr>
            <w:t>impactful R&amp;I programmes, evidence-based policies and systemic solutions combining technological, business, governance and social innovations. The activities will be achieved through a transdisciplinary and multi-stakeholder approach and in partnership with several DGs, as well as with EU Member States and international partners.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9BED030" w14:textId="0F87A54B" w:rsidR="003F0DA9" w:rsidRPr="003F0DA9" w:rsidRDefault="003F0DA9" w:rsidP="003F0DA9">
          <w:pPr>
            <w:rPr>
              <w:lang w:val="en-US" w:eastAsia="en-GB"/>
            </w:rPr>
          </w:pPr>
          <w:r>
            <w:rPr>
              <w:lang w:val="en-US" w:eastAsia="en-GB"/>
            </w:rPr>
            <w:t xml:space="preserve">The successful candidate will </w:t>
          </w:r>
          <w:r w:rsidRPr="003F0DA9">
            <w:rPr>
              <w:lang w:val="en-US" w:eastAsia="en-GB"/>
            </w:rPr>
            <w:t>contribute to the overall mission of the Unit ‘Ocean, Seas and Waters', in particular by contributing to</w:t>
          </w:r>
          <w:r w:rsidR="000E7D28">
            <w:rPr>
              <w:lang w:val="en-US" w:eastAsia="en-GB"/>
            </w:rPr>
            <w:t xml:space="preserve"> </w:t>
          </w:r>
          <w:r w:rsidR="000E7D28" w:rsidRPr="005C5207">
            <w:rPr>
              <w:lang w:val="en-US" w:eastAsia="en-GB"/>
            </w:rPr>
            <w:t>EU research</w:t>
          </w:r>
          <w:r w:rsidRPr="005C5207">
            <w:rPr>
              <w:lang w:val="en-US" w:eastAsia="en-GB"/>
            </w:rPr>
            <w:t xml:space="preserve"> and innovation policy development</w:t>
          </w:r>
          <w:r w:rsidR="000E7D28" w:rsidRPr="005C5207">
            <w:rPr>
              <w:lang w:val="en-US" w:eastAsia="en-GB"/>
            </w:rPr>
            <w:t xml:space="preserve"> and programe implementatiomn </w:t>
          </w:r>
          <w:r w:rsidRPr="005C5207">
            <w:rPr>
              <w:lang w:val="en-US" w:eastAsia="en-GB"/>
            </w:rPr>
            <w:t>related to marine and maritime sectors, so as to contribute to</w:t>
          </w:r>
          <w:r w:rsidR="000E7D28" w:rsidRPr="005C5207">
            <w:rPr>
              <w:lang w:val="en-US" w:eastAsia="en-GB"/>
            </w:rPr>
            <w:t xml:space="preserve"> relevant EU policies</w:t>
          </w:r>
          <w:r w:rsidRPr="005C5207">
            <w:rPr>
              <w:lang w:val="en-US" w:eastAsia="en-GB"/>
            </w:rPr>
            <w:t xml:space="preserve"> the Integrated Maritime Policy and a just and inclusive transition to a climate-neutral, resilient and sustainable blue economy working in cooperation with the EU Member States</w:t>
          </w:r>
          <w:r w:rsidR="000E7D28" w:rsidRPr="005C5207">
            <w:rPr>
              <w:lang w:val="en-US" w:eastAsia="en-GB"/>
            </w:rPr>
            <w:t>, region</w:t>
          </w:r>
          <w:r w:rsidR="00664D08" w:rsidRPr="005C5207">
            <w:rPr>
              <w:lang w:val="en-US" w:eastAsia="en-GB"/>
            </w:rPr>
            <w:t>s</w:t>
          </w:r>
          <w:r w:rsidR="000E7D28" w:rsidRPr="005C5207">
            <w:rPr>
              <w:lang w:val="en-US" w:eastAsia="en-GB"/>
            </w:rPr>
            <w:t xml:space="preserve"> and international stakeholder</w:t>
          </w:r>
          <w:r w:rsidRPr="005C5207">
            <w:rPr>
              <w:lang w:val="en-US" w:eastAsia="en-GB"/>
            </w:rPr>
            <w:t xml:space="preserve"> </w:t>
          </w:r>
          <w:r w:rsidR="000E7D28" w:rsidRPr="005C5207">
            <w:rPr>
              <w:lang w:val="en-US" w:eastAsia="en-GB"/>
            </w:rPr>
            <w:t>in line with EU</w:t>
          </w:r>
          <w:r w:rsidRPr="005C5207">
            <w:rPr>
              <w:lang w:val="en-US" w:eastAsia="en-GB"/>
            </w:rPr>
            <w:t xml:space="preserve"> sea basin strategies.</w:t>
          </w:r>
        </w:p>
        <w:p w14:paraId="46EE3E07" w14:textId="18457930" w:rsidR="00E21DBD" w:rsidRPr="00AF7D78" w:rsidRDefault="003F0DA9" w:rsidP="003F0DA9">
          <w:pPr>
            <w:rPr>
              <w:lang w:val="en-US" w:eastAsia="en-GB"/>
            </w:rPr>
          </w:pPr>
          <w:r w:rsidRPr="003F0DA9">
            <w:rPr>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w:t>
          </w:r>
          <w:r w:rsidRPr="003F0DA9">
            <w:rPr>
              <w:lang w:val="en-US" w:eastAsia="en-GB"/>
            </w:rPr>
            <w:lastRenderedPageBreak/>
            <w:t>Commission in order to make commitments, financial or otherwise, or to negotiate on behalf of the Commission.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5E01DEA" w14:textId="1ACAFE00" w:rsidR="003F0DA9" w:rsidRPr="003F0DA9" w:rsidRDefault="003F0DA9" w:rsidP="003F0DA9">
          <w:pPr>
            <w:rPr>
              <w:lang w:val="en-US" w:eastAsia="en-GB"/>
            </w:rPr>
          </w:pPr>
          <w:r w:rsidRPr="003F0DA9">
            <w:rPr>
              <w:lang w:val="en-US" w:eastAsia="en-GB"/>
            </w:rPr>
            <w:t xml:space="preserve">We look for an experienced, friendly, open and motivated colleague with excellent </w:t>
          </w:r>
          <w:r>
            <w:rPr>
              <w:lang w:val="en-US" w:eastAsia="en-GB"/>
            </w:rPr>
            <w:t>u</w:t>
          </w:r>
          <w:r w:rsidRPr="003F0DA9">
            <w:rPr>
              <w:lang w:val="en-US" w:eastAsia="en-GB"/>
            </w:rPr>
            <w:t>nderstanding of marine policy implementation, science performance and programming issues, including for European co-funded partnerships for international research and innovation co-operation, acquired through relevant experience in research, research programming or work in marine and maritime affairs.</w:t>
          </w:r>
        </w:p>
        <w:p w14:paraId="47D1C124" w14:textId="77777777" w:rsidR="003F0DA9" w:rsidRPr="003F0DA9" w:rsidRDefault="003F0DA9" w:rsidP="003F0DA9">
          <w:pPr>
            <w:rPr>
              <w:lang w:val="en-US" w:eastAsia="en-GB"/>
            </w:rPr>
          </w:pPr>
          <w:r w:rsidRPr="003F0DA9">
            <w:rPr>
              <w:lang w:val="en-US" w:eastAsia="en-GB"/>
            </w:rPr>
            <w:t>In particular, the applicant should have:</w:t>
          </w:r>
        </w:p>
        <w:p w14:paraId="54EB6270" w14:textId="04CA379E" w:rsidR="003F0DA9" w:rsidRPr="003F0DA9" w:rsidRDefault="003F0DA9" w:rsidP="003F0DA9">
          <w:pPr>
            <w:rPr>
              <w:lang w:val="en-US" w:eastAsia="en-GB"/>
            </w:rPr>
          </w:pPr>
          <w:r w:rsidRPr="003F0DA9">
            <w:rPr>
              <w:lang w:val="en-US" w:eastAsia="en-GB"/>
            </w:rPr>
            <w:t>•</w:t>
          </w:r>
          <w:r w:rsidRPr="003F0DA9">
            <w:rPr>
              <w:lang w:val="en-US" w:eastAsia="en-GB"/>
            </w:rPr>
            <w:tab/>
            <w:t>Sound knowledge and hands on experience in the marine and maritime and /or freshwater research and innovation policy and programmes</w:t>
          </w:r>
          <w:r w:rsidR="001F2F57">
            <w:rPr>
              <w:lang w:val="en-US" w:eastAsia="en-GB"/>
            </w:rPr>
            <w:t>, in particular on the</w:t>
          </w:r>
          <w:r w:rsidR="001F2F57" w:rsidRPr="003F0DA9">
            <w:rPr>
              <w:lang w:val="en-US" w:eastAsia="en-GB"/>
            </w:rPr>
            <w:t xml:space="preserve"> transition to a climate-neutral, resilient and sustainable blue economy working in cooperation with the EU Member States and on specific sea basin strategies</w:t>
          </w:r>
          <w:r>
            <w:rPr>
              <w:lang w:val="en-US" w:eastAsia="en-GB"/>
            </w:rPr>
            <w:t>.</w:t>
          </w:r>
        </w:p>
        <w:p w14:paraId="652C43CB" w14:textId="2DA521D3" w:rsidR="003F0DA9" w:rsidRPr="003F0DA9" w:rsidRDefault="003F0DA9" w:rsidP="003F0DA9">
          <w:pPr>
            <w:rPr>
              <w:lang w:val="en-US" w:eastAsia="en-GB"/>
            </w:rPr>
          </w:pPr>
          <w:r w:rsidRPr="003F0DA9">
            <w:rPr>
              <w:lang w:val="en-US" w:eastAsia="en-GB"/>
            </w:rPr>
            <w:t>•</w:t>
          </w:r>
          <w:r w:rsidRPr="003F0DA9">
            <w:rPr>
              <w:lang w:val="en-US" w:eastAsia="en-GB"/>
            </w:rPr>
            <w:tab/>
            <w:t>Expertise in policy development</w:t>
          </w:r>
          <w:r>
            <w:rPr>
              <w:lang w:val="en-US" w:eastAsia="en-GB"/>
            </w:rPr>
            <w:t xml:space="preserve">, policy </w:t>
          </w:r>
          <w:r w:rsidRPr="003F0DA9">
            <w:rPr>
              <w:lang w:val="en-US" w:eastAsia="en-GB"/>
            </w:rPr>
            <w:t xml:space="preserve">coordination </w:t>
          </w:r>
          <w:r>
            <w:rPr>
              <w:lang w:val="en-US" w:eastAsia="en-GB"/>
            </w:rPr>
            <w:t xml:space="preserve">and analysis </w:t>
          </w:r>
          <w:r w:rsidRPr="003F0DA9">
            <w:rPr>
              <w:lang w:val="en-US" w:eastAsia="en-GB"/>
            </w:rPr>
            <w:t xml:space="preserve">linked to Ocean, Seas and Waters and their interface with climate change; </w:t>
          </w:r>
        </w:p>
        <w:p w14:paraId="6E31AC2B" w14:textId="77777777" w:rsidR="003F0DA9" w:rsidRPr="003F0DA9" w:rsidRDefault="003F0DA9" w:rsidP="003F0DA9">
          <w:pPr>
            <w:rPr>
              <w:lang w:val="en-US" w:eastAsia="en-GB"/>
            </w:rPr>
          </w:pPr>
          <w:r w:rsidRPr="003F0DA9">
            <w:rPr>
              <w:lang w:val="en-US" w:eastAsia="en-GB"/>
            </w:rPr>
            <w:t>•</w:t>
          </w:r>
          <w:r w:rsidRPr="003F0DA9">
            <w:rPr>
              <w:lang w:val="en-US" w:eastAsia="en-GB"/>
            </w:rPr>
            <w:tab/>
            <w:t>Knowledge of EU policy making and experience in working closely with Member States / Regions, European and International Stakeholders.</w:t>
          </w:r>
        </w:p>
        <w:p w14:paraId="02A6DD45" w14:textId="38D3A7A5" w:rsidR="003F0DA9" w:rsidRPr="003F0DA9" w:rsidRDefault="003F0DA9" w:rsidP="003F0DA9">
          <w:pPr>
            <w:rPr>
              <w:lang w:val="en-US" w:eastAsia="en-GB"/>
            </w:rPr>
          </w:pPr>
          <w:r w:rsidRPr="003F0DA9">
            <w:rPr>
              <w:lang w:val="en-US" w:eastAsia="en-GB"/>
            </w:rPr>
            <w:t>•</w:t>
          </w:r>
          <w:r w:rsidRPr="003F0DA9">
            <w:rPr>
              <w:lang w:val="en-US" w:eastAsia="en-GB"/>
            </w:rPr>
            <w:tab/>
            <w:t>Efficient organisation and</w:t>
          </w:r>
          <w:r>
            <w:rPr>
              <w:lang w:val="en-US" w:eastAsia="en-GB"/>
            </w:rPr>
            <w:t xml:space="preserve"> stakeholder</w:t>
          </w:r>
          <w:r w:rsidRPr="003F0DA9">
            <w:rPr>
              <w:lang w:val="en-US" w:eastAsia="en-GB"/>
            </w:rPr>
            <w:t xml:space="preserve"> </w:t>
          </w:r>
          <w:r>
            <w:rPr>
              <w:lang w:val="en-US" w:eastAsia="en-GB"/>
            </w:rPr>
            <w:t>communication</w:t>
          </w:r>
          <w:r w:rsidRPr="003F0DA9">
            <w:rPr>
              <w:lang w:val="en-US" w:eastAsia="en-GB"/>
            </w:rPr>
            <w:t xml:space="preserve"> skills</w:t>
          </w:r>
        </w:p>
        <w:p w14:paraId="5683460E" w14:textId="77777777" w:rsidR="003F0DA9" w:rsidRPr="003F0DA9" w:rsidRDefault="003F0DA9" w:rsidP="003F0DA9">
          <w:pPr>
            <w:rPr>
              <w:lang w:val="en-US" w:eastAsia="en-GB"/>
            </w:rPr>
          </w:pPr>
          <w:r w:rsidRPr="003F0DA9">
            <w:rPr>
              <w:lang w:val="en-US" w:eastAsia="en-GB"/>
            </w:rPr>
            <w:t>•</w:t>
          </w:r>
          <w:r w:rsidRPr="003F0DA9">
            <w:rPr>
              <w:lang w:val="en-US" w:eastAsia="en-GB"/>
            </w:rPr>
            <w:tab/>
            <w:t>A solution-driven mind-set with capability of developing conceptual reflections and synthesising large amounts of information into strategic programming and policy analysis and planning of research and innovation actions.</w:t>
          </w:r>
        </w:p>
        <w:p w14:paraId="05236474" w14:textId="77777777" w:rsidR="003F0DA9" w:rsidRPr="003F0DA9" w:rsidRDefault="003F0DA9" w:rsidP="003F0DA9">
          <w:pPr>
            <w:rPr>
              <w:lang w:val="en-US" w:eastAsia="en-GB"/>
            </w:rPr>
          </w:pPr>
          <w:r w:rsidRPr="003F0DA9">
            <w:rPr>
              <w:lang w:val="en-US" w:eastAsia="en-GB"/>
            </w:rPr>
            <w:t>•</w:t>
          </w:r>
          <w:r w:rsidRPr="003F0DA9">
            <w:rPr>
              <w:lang w:val="en-US" w:eastAsia="en-GB"/>
            </w:rPr>
            <w:tab/>
            <w:t xml:space="preserve">Ability in producing concise and high-quality outputs. </w:t>
          </w:r>
        </w:p>
        <w:p w14:paraId="51994EDB" w14:textId="315D891D" w:rsidR="002E40A9" w:rsidRPr="00AF7D78" w:rsidRDefault="003F0DA9" w:rsidP="003F0DA9">
          <w:pPr>
            <w:rPr>
              <w:lang w:val="en-US" w:eastAsia="en-GB"/>
            </w:rPr>
          </w:pPr>
          <w:r w:rsidRPr="003F0DA9">
            <w:rPr>
              <w:lang w:val="en-US" w:eastAsia="en-GB"/>
            </w:rPr>
            <w:t>•</w:t>
          </w:r>
          <w:r w:rsidRPr="003F0DA9">
            <w:rPr>
              <w:lang w:val="en-US" w:eastAsia="en-GB"/>
            </w:rPr>
            <w:tab/>
            <w:t>Excellent spoken and written English, plus a good level of French;</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7D28"/>
    <w:rsid w:val="000F371B"/>
    <w:rsid w:val="000F4CD5"/>
    <w:rsid w:val="00111AB6"/>
    <w:rsid w:val="001D0A81"/>
    <w:rsid w:val="001F2F57"/>
    <w:rsid w:val="002109E6"/>
    <w:rsid w:val="00252050"/>
    <w:rsid w:val="002B3CBF"/>
    <w:rsid w:val="002C49D0"/>
    <w:rsid w:val="002E40A9"/>
    <w:rsid w:val="0037763C"/>
    <w:rsid w:val="00394447"/>
    <w:rsid w:val="003E50A4"/>
    <w:rsid w:val="003F0DA9"/>
    <w:rsid w:val="0040388A"/>
    <w:rsid w:val="00431778"/>
    <w:rsid w:val="00454CC7"/>
    <w:rsid w:val="004715BE"/>
    <w:rsid w:val="00476034"/>
    <w:rsid w:val="005168AD"/>
    <w:rsid w:val="00545C45"/>
    <w:rsid w:val="0058240F"/>
    <w:rsid w:val="00592CD5"/>
    <w:rsid w:val="005C5207"/>
    <w:rsid w:val="005D1B85"/>
    <w:rsid w:val="00664D08"/>
    <w:rsid w:val="00665583"/>
    <w:rsid w:val="00693BC6"/>
    <w:rsid w:val="00696070"/>
    <w:rsid w:val="007E531E"/>
    <w:rsid w:val="007F02AC"/>
    <w:rsid w:val="007F7012"/>
    <w:rsid w:val="0088027D"/>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9397D"/>
    <w:rsid w:val="00C06724"/>
    <w:rsid w:val="00C3254D"/>
    <w:rsid w:val="00C504C7"/>
    <w:rsid w:val="00C75BA4"/>
    <w:rsid w:val="00CB5B61"/>
    <w:rsid w:val="00CC6822"/>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D1876516C8DB438B64205ED73AB465" ma:contentTypeVersion="5" ma:contentTypeDescription="Create a new document." ma:contentTypeScope="" ma:versionID="43061bb8c8d811fe9a654a0b46af3685">
  <xsd:schema xmlns:xsd="http://www.w3.org/2001/XMLSchema" xmlns:xs="http://www.w3.org/2001/XMLSchema" xmlns:p="http://schemas.microsoft.com/office/2006/metadata/properties" xmlns:ns2="feeab3e9-5aff-429c-9e9a-3ac18933926c" targetNamespace="http://schemas.microsoft.com/office/2006/metadata/properties" ma:root="true" ma:fieldsID="4864ca3a6df43d4929d34d8e392a4ab3" ns2:_="">
    <xsd:import namespace="feeab3e9-5aff-429c-9e9a-3ac1893392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Document_x0020_name" minOccurs="0"/>
                <xsd:element ref="ns2: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ab3e9-5aff-429c-9e9a-3ac189339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Document_x0020_name" ma:index="11" nillable="true" ma:displayName="Document name" ma:internalName="Document_x0020_name">
      <xsd:simpleType>
        <xsd:restriction base="dms:Text">
          <xsd:maxLength value="255"/>
        </xsd:restriction>
      </xsd:simpleType>
    </xsd:element>
    <xsd:element name="Tags" ma:index="12" nillable="true" ma:displayName="Tags" ma:format="Dropdown" ma:internalName="Tags">
      <xsd:simpleType>
        <xsd:restriction base="dms:Choice">
          <xsd:enumeration value="Email Signature"/>
          <xsd:enumeration value="Posters"/>
          <xsd:enumeration value="Social Media"/>
          <xsd:enumeration value="Teams Backgrounds "/>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Tags xmlns="feeab3e9-5aff-429c-9e9a-3ac18933926c" xsi:nil="true"/>
    <Document_x0020_name xmlns="feeab3e9-5aff-429c-9e9a-3ac18933926c"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E53DACB6-1274-460C-A49B-5FCA65B57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eab3e9-5aff-429c-9e9a-3ac189339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7B4FCCE5-F17F-4E25-A7CB-BDCB394D4BB9}">
  <ds:schemaRefs>
    <ds:schemaRef ds:uri="http://purl.org/dc/terms/"/>
    <ds:schemaRef ds:uri="feeab3e9-5aff-429c-9e9a-3ac18933926c"/>
    <ds:schemaRef ds:uri="http://www.w3.org/XML/1998/namespace"/>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1458</Words>
  <Characters>8313</Characters>
  <Application>Microsoft Office Word</Application>
  <DocSecurity>4</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2024-07-04T13:26:00Z</dcterms:created>
  <dcterms:modified xsi:type="dcterms:W3CDTF">2024-07-04T13:26:00Z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0x010100DDD1876516C8DB438B64205ED73AB465</vt:lpwstr>
  </property>
</Properties>
</file>